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452940A24B4F41C6A5BFAF5C07708C51"/>
        </w:placeholder>
        <w:text/>
      </w:sdtPr>
      <w:sdtEndPr>
        <w:rPr>
          <w:rStyle w:val="Nzevakce"/>
        </w:rPr>
      </w:sdtEndPr>
      <w:sdtContent>
        <w:p w:rsidR="00CF0EF4" w:rsidRDefault="009D27DF" w:rsidP="00CF0EF4">
          <w:pPr>
            <w:pStyle w:val="Tituldatum"/>
          </w:pPr>
          <w:r w:rsidRPr="009D27DF">
            <w:rPr>
              <w:rStyle w:val="Nzevakce"/>
            </w:rPr>
            <w:t>Novostavba trati Praha-Smíchov - Beroun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9D27DF">
        <w:t>22.11.2022</w:t>
      </w:r>
      <w:proofErr w:type="gramEnd"/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D1BA9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92D8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D1BA9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92D8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D1BA9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92D8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D1BA9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92D8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D1BA9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92D8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D1BA9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92D8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D1BA9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D92D8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8D1BA9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</w:t>
      </w:r>
      <w:r w:rsidR="009A06C8">
        <w:rPr>
          <w:rStyle w:val="Tun"/>
        </w:rPr>
        <w:t> ostatních částech projektové dokumentace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:rsidR="009A06C8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</w:t>
      </w:r>
      <w:r w:rsidR="009A06C8">
        <w:t>, které jsou součástí dodávky zhotovitele</w:t>
      </w:r>
      <w:r>
        <w:t xml:space="preserve">. </w:t>
      </w:r>
    </w:p>
    <w:p w:rsidR="005E07BA" w:rsidRDefault="009A06C8" w:rsidP="005E07BA">
      <w:pPr>
        <w:pStyle w:val="Text2-1"/>
      </w:pPr>
      <w:r>
        <w:t xml:space="preserve">Některé práce a materiály nejsou explicitně uvedené v soupisu prací, nicméně jsou součástí dodávky zhotovitele. </w:t>
      </w:r>
      <w:r w:rsidR="00D210B4">
        <w:t xml:space="preserve">Práce a materiály ve své úplné podobě jsou definovány projektovou dokumentací. Některé z těchto prací a materiálů, které nejsou explicitně uvedené v soupisu prací, nicméně jsou součástí dodávky zhotovitele, </w:t>
      </w:r>
      <w:r>
        <w:t>jsou rozepsány v článku 2.1.3.</w:t>
      </w:r>
    </w:p>
    <w:p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:rsidR="000160C4" w:rsidRPr="000160C4" w:rsidRDefault="000160C4" w:rsidP="005E07BA">
      <w:pPr>
        <w:pStyle w:val="Text2-1"/>
      </w:pPr>
      <w:r w:rsidRPr="000160C4"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 služeb s výkazem výměr, v platném znění. </w:t>
      </w:r>
      <w:r w:rsidRPr="000160C4">
        <w:t>Jednotlivé položky jsou stanovené individuální kalkulací.</w:t>
      </w:r>
    </w:p>
    <w:p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:rsidR="005E07BA" w:rsidRPr="000160C4" w:rsidRDefault="005E07BA" w:rsidP="005E07BA">
      <w:pPr>
        <w:pStyle w:val="Text2-1"/>
      </w:pPr>
      <w:r w:rsidRPr="000160C4"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 w:rsidRPr="000160C4">
        <w:t> </w:t>
      </w:r>
      <w:r w:rsidRPr="000160C4">
        <w:t>1009 Výměna dat – Kódy měřicích jednotek používaných v mezinárodním obchodě a ČSN ISO 1000 (011301) – Jedn</w:t>
      </w:r>
      <w:r w:rsidR="001D1F8C" w:rsidRPr="000160C4">
        <w:t>otky SI a </w:t>
      </w:r>
      <w:r w:rsidRPr="000160C4"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v</w:t>
      </w:r>
      <w:r w:rsidR="00A841B9">
        <w:t> </w:t>
      </w:r>
      <w:r>
        <w:t>členění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Pr="00D210B4" w:rsidRDefault="005E07BA" w:rsidP="005E07BA">
      <w:pPr>
        <w:pStyle w:val="Odrka1-1"/>
      </w:pPr>
      <w:r w:rsidRPr="00D210B4">
        <w:rPr>
          <w:rStyle w:val="Tun"/>
        </w:rPr>
        <w:t>Kód položky</w:t>
      </w:r>
      <w:r w:rsidRPr="00D210B4">
        <w:t xml:space="preserve"> - třídící kód položky dle použité cenové soustavy, pokud je použita,</w:t>
      </w:r>
    </w:p>
    <w:p w:rsidR="005E07BA" w:rsidRPr="00D210B4" w:rsidRDefault="005E07BA" w:rsidP="005E07BA">
      <w:pPr>
        <w:pStyle w:val="Odrka1-1"/>
      </w:pPr>
      <w:r w:rsidRPr="00D210B4">
        <w:rPr>
          <w:rStyle w:val="Tun"/>
        </w:rPr>
        <w:t>Varianta</w:t>
      </w:r>
      <w:r w:rsidRPr="00D210B4">
        <w:t xml:space="preserve"> - použije se pro rozlišení v případě, že je v Dílu použit stejný kód položky,</w:t>
      </w:r>
    </w:p>
    <w:p w:rsidR="005E07BA" w:rsidRPr="00D210B4" w:rsidRDefault="005E07BA" w:rsidP="005E07BA">
      <w:pPr>
        <w:pStyle w:val="Odrka1-1"/>
      </w:pPr>
      <w:r w:rsidRPr="00D210B4">
        <w:rPr>
          <w:rStyle w:val="Tun"/>
        </w:rPr>
        <w:t>Cenová soustava</w:t>
      </w:r>
      <w:r w:rsidRPr="00D210B4"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Pr="00D210B4" w:rsidRDefault="005E07BA" w:rsidP="000160C4">
      <w:pPr>
        <w:pStyle w:val="Odrka1-2-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</w:t>
      </w:r>
      <w:proofErr w:type="spellStart"/>
      <w:proofErr w:type="gramStart"/>
      <w:r>
        <w:t>soustavu,</w:t>
      </w:r>
      <w:r w:rsidRPr="00D210B4">
        <w:rPr>
          <w:rStyle w:val="Tun"/>
        </w:rPr>
        <w:t>Popis</w:t>
      </w:r>
      <w:proofErr w:type="spellEnd"/>
      <w:proofErr w:type="gramEnd"/>
      <w:r w:rsidRPr="00D210B4">
        <w:rPr>
          <w:rStyle w:val="Tun"/>
        </w:rPr>
        <w:t xml:space="preserve"> položky</w:t>
      </w:r>
      <w:r w:rsidRPr="00D210B4">
        <w:t xml:space="preserve"> - doplňující název položky up</w:t>
      </w:r>
      <w:r w:rsidR="001D1F8C" w:rsidRPr="00D210B4">
        <w:t>řesňující popis dané položky, v </w:t>
      </w:r>
      <w:r w:rsidRPr="00D210B4">
        <w:t>případě, že název položky je potřebné upřesnit,</w:t>
      </w:r>
    </w:p>
    <w:p w:rsidR="005E07BA" w:rsidRDefault="005E07BA" w:rsidP="000160C4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0160C4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</w:t>
      </w:r>
      <w:r>
        <w:lastRenderedPageBreak/>
        <w:t>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lastRenderedPageBreak/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D210B4" w:rsidRDefault="00A865FF" w:rsidP="005E07BA">
      <w:pPr>
        <w:pStyle w:val="Odrka1-2-"/>
      </w:pPr>
      <w:r>
        <w:t xml:space="preserve">veškeré </w:t>
      </w:r>
      <w:r w:rsidR="00D210B4" w:rsidRPr="005A086E">
        <w:t>náklady na mobilizaci a demobilizac</w:t>
      </w:r>
      <w:r w:rsidR="00D210B4" w:rsidRPr="00D210B4">
        <w:t>i</w:t>
      </w:r>
    </w:p>
    <w:p w:rsidR="00A865FF" w:rsidRDefault="00A865FF" w:rsidP="005E07BA">
      <w:pPr>
        <w:pStyle w:val="Odrka1-2-"/>
      </w:pPr>
      <w:r>
        <w:t>veškeré náklady na transport (např. vzorků do laboratoře, vrtných jader do úložiště, apod.)</w:t>
      </w:r>
      <w:bookmarkStart w:id="10" w:name="_GoBack"/>
      <w:bookmarkEnd w:id="10"/>
    </w:p>
    <w:p w:rsidR="005A086E" w:rsidRDefault="00A865FF" w:rsidP="00B03189">
      <w:pPr>
        <w:pStyle w:val="Odrka1-2-"/>
      </w:pPr>
      <w:r>
        <w:t>prostoje strojů, zařízení a pracovníků</w:t>
      </w:r>
    </w:p>
    <w:p w:rsidR="005E07BA" w:rsidRDefault="005A086E" w:rsidP="00B03189">
      <w:pPr>
        <w:pStyle w:val="Odrka1-2-"/>
      </w:pPr>
      <w:r>
        <w:t xml:space="preserve">náklady na zpracování dílčích geotechnických faktických zpráv </w:t>
      </w:r>
      <w:r w:rsidR="00292DDF">
        <w:t>pro jednotlivé objednávky</w:t>
      </w:r>
    </w:p>
    <w:p w:rsidR="00A865FF" w:rsidRDefault="005E07BA" w:rsidP="005A086E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A086E">
      <w:pPr>
        <w:pStyle w:val="Textbezslovn"/>
      </w:pPr>
      <w:r>
        <w:t>Pokud nejsou položky vyčleněny samostatně</w:t>
      </w:r>
      <w:r w:rsidR="00A865FF">
        <w:t>,</w:t>
      </w:r>
      <w:r>
        <w:t xml:space="preserve"> zahrne dodavatel do </w:t>
      </w:r>
      <w:r>
        <w:t>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dle členění na </w:t>
      </w:r>
      <w:r w:rsidR="00A865FF">
        <w:t xml:space="preserve">jednotlivé práce </w:t>
      </w:r>
      <w:r>
        <w:t xml:space="preserve">vytvoří mezisoučty, jejichž sumarizací vznikne celková cena </w:t>
      </w:r>
      <w:r w:rsidR="00A865FF">
        <w:t>Díla</w:t>
      </w:r>
      <w:r>
        <w:t xml:space="preserve">. </w:t>
      </w:r>
      <w:r w:rsidR="00A865FF">
        <w:t>Celkovou cenu Díla</w:t>
      </w:r>
      <w:r>
        <w:t xml:space="preserve"> dodavatel vyplní do Přílohy č. 1 Rekapitulace ceny dle Dopisu nabídky. Měrné jednotky se uvádějí se zaokrouhlením na </w:t>
      </w:r>
      <w:r w:rsidR="00A865FF">
        <w:t xml:space="preserve">0 desetinných </w:t>
      </w:r>
      <w:r>
        <w:t>míst, a jednotlivé oceněné položky podle Soupisu prací se uvádějí v Kč se zaokrouhlením na 2 desetinná místa.</w:t>
      </w:r>
    </w:p>
    <w:p w:rsidR="005E07BA" w:rsidRPr="00292DDF" w:rsidRDefault="005E07BA" w:rsidP="005E07BA">
      <w:pPr>
        <w:pStyle w:val="Text2-1"/>
      </w:pPr>
      <w:r>
        <w:t xml:space="preserve">Množství jednotek v položkách Soupisu prací jsou očekávaná množství vycházející z technického řešení v projektové dokumentaci. Podkladem pro stanovení množství v položkách Soupisu prací je </w:t>
      </w:r>
      <w:r w:rsidR="005A086E">
        <w:t>projekt průzkumu</w:t>
      </w:r>
      <w:r>
        <w:t xml:space="preserve">. Skutečné množství se může od množství, </w:t>
      </w:r>
      <w:r w:rsidRPr="00292DDF">
        <w:t xml:space="preserve">které je určeno v jednotlivých položkách Soupisu prací lišit z důvodu přesného zaměření nebo na základě rozhodnutí </w:t>
      </w:r>
      <w:r w:rsidR="000B48A8" w:rsidRPr="00292DDF">
        <w:t>Objednatele</w:t>
      </w:r>
      <w:r w:rsidRPr="00292DDF">
        <w:t>.</w:t>
      </w:r>
    </w:p>
    <w:p w:rsidR="006D17F7" w:rsidRPr="00292DDF" w:rsidRDefault="005E07BA">
      <w:pPr>
        <w:pStyle w:val="Text2-1"/>
        <w:rPr>
          <w:b/>
        </w:rPr>
      </w:pPr>
      <w:r w:rsidRPr="00292DDF">
        <w:rPr>
          <w:rStyle w:val="Tun"/>
        </w:rPr>
        <w:t>Všechny položky Soupisu prací musí být v nabídce oceněny s přihlédnutím k</w:t>
      </w:r>
      <w:r w:rsidR="001D1F8C" w:rsidRPr="00292DDF">
        <w:rPr>
          <w:rStyle w:val="Tun"/>
        </w:rPr>
        <w:t> </w:t>
      </w:r>
      <w:r w:rsidRPr="00292DDF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 w:rsidRPr="00292DDF">
        <w:rPr>
          <w:rStyle w:val="Tun"/>
        </w:rPr>
        <w:t>čně ve své nabídce vysvětlit, z </w:t>
      </w:r>
      <w:r w:rsidRPr="00292DDF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 w:rsidRPr="00292DDF">
        <w:t>V </w:t>
      </w:r>
      <w:r w:rsidRPr="00292DDF"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Pr="00292DDF" w:rsidRDefault="005E07BA" w:rsidP="00292DDF">
      <w:pPr>
        <w:pStyle w:val="Text2-1"/>
      </w:pPr>
      <w:r w:rsidRPr="00292DDF">
        <w:t>Soupis prací je jako součást zadávací dokumentace uve</w:t>
      </w:r>
      <w:r w:rsidR="001D1F8C" w:rsidRPr="00292DDF">
        <w:t>řejněn na profilu zadavatele, a </w:t>
      </w:r>
      <w:r w:rsidRPr="00292DDF">
        <w:t xml:space="preserve">to v </w:t>
      </w:r>
      <w:r w:rsidR="009F0603" w:rsidRPr="00292DDF">
        <w:t>elektronické</w:t>
      </w:r>
      <w:r w:rsidRPr="00292DDF">
        <w:t xml:space="preserve"> podobě v otevřené (editovatelné) formě ve formátu *.</w:t>
      </w:r>
      <w:proofErr w:type="spellStart"/>
      <w:proofErr w:type="gramStart"/>
      <w:r w:rsidRPr="00292DDF">
        <w:t>xls</w:t>
      </w:r>
      <w:proofErr w:type="spellEnd"/>
      <w:r w:rsidRPr="00292DDF">
        <w:t xml:space="preserve"> a *.</w:t>
      </w:r>
      <w:proofErr w:type="spellStart"/>
      <w:r w:rsidRPr="00292DDF">
        <w:t>xml</w:t>
      </w:r>
      <w:proofErr w:type="spellEnd"/>
      <w:proofErr w:type="gramEnd"/>
      <w:r w:rsidRPr="00292DDF">
        <w:t xml:space="preserve"> (struktura dat dle datového předpisu XDC).</w:t>
      </w:r>
    </w:p>
    <w:p w:rsidR="005E07BA" w:rsidRDefault="005E07BA" w:rsidP="005E07BA">
      <w:pPr>
        <w:pStyle w:val="Nadpis2-1"/>
      </w:pPr>
      <w:bookmarkStart w:id="11" w:name="_Toc66946386"/>
      <w:r>
        <w:lastRenderedPageBreak/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292DDF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D8C" w:rsidRDefault="00D92D8C" w:rsidP="00962258">
      <w:pPr>
        <w:spacing w:after="0" w:line="240" w:lineRule="auto"/>
      </w:pPr>
      <w:r>
        <w:separator/>
      </w:r>
    </w:p>
  </w:endnote>
  <w:endnote w:type="continuationSeparator" w:id="0">
    <w:p w:rsidR="00D92D8C" w:rsidRDefault="00D92D8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2DD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2DD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D92D8C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292DDF" w:rsidRPr="00292DDF">
            <w:rPr>
              <w:b/>
              <w:bCs/>
              <w:noProof/>
            </w:rPr>
            <w:t>Novostavba trati</w:t>
          </w:r>
          <w:r w:rsidR="00292DDF">
            <w:rPr>
              <w:noProof/>
            </w:rPr>
            <w:t xml:space="preserve"> Praha-Smíchov - Beroun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D92D8C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292DDF" w:rsidRPr="00292DDF">
            <w:rPr>
              <w:b/>
              <w:bCs/>
              <w:noProof/>
            </w:rPr>
            <w:t>Novostavba trati</w:t>
          </w:r>
          <w:r w:rsidR="00292DDF">
            <w:rPr>
              <w:noProof/>
            </w:rPr>
            <w:t xml:space="preserve"> Praha-Smíchov - Beroun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2DD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2DD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D8C" w:rsidRDefault="00D92D8C" w:rsidP="00962258">
      <w:pPr>
        <w:spacing w:after="0" w:line="240" w:lineRule="auto"/>
      </w:pPr>
      <w:r>
        <w:separator/>
      </w:r>
    </w:p>
  </w:footnote>
  <w:footnote w:type="continuationSeparator" w:id="0">
    <w:p w:rsidR="00D92D8C" w:rsidRDefault="00D92D8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BA9"/>
    <w:rsid w:val="000008ED"/>
    <w:rsid w:val="000160C4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92DDF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0232D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43BC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05DD"/>
    <w:rsid w:val="005736B7"/>
    <w:rsid w:val="00575E5A"/>
    <w:rsid w:val="00580245"/>
    <w:rsid w:val="00586049"/>
    <w:rsid w:val="005A086E"/>
    <w:rsid w:val="005A1F44"/>
    <w:rsid w:val="005B76D4"/>
    <w:rsid w:val="005D3C39"/>
    <w:rsid w:val="005E07BA"/>
    <w:rsid w:val="00601A8C"/>
    <w:rsid w:val="0061068E"/>
    <w:rsid w:val="006115D3"/>
    <w:rsid w:val="00617C5D"/>
    <w:rsid w:val="006355A6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01F7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1BA9"/>
    <w:rsid w:val="008D30C7"/>
    <w:rsid w:val="008D4864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A06C8"/>
    <w:rsid w:val="009B2E97"/>
    <w:rsid w:val="009B5146"/>
    <w:rsid w:val="009C418E"/>
    <w:rsid w:val="009C442C"/>
    <w:rsid w:val="009D27DF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865FF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210B4"/>
    <w:rsid w:val="00D322B7"/>
    <w:rsid w:val="00D349D0"/>
    <w:rsid w:val="00D4108E"/>
    <w:rsid w:val="00D6163D"/>
    <w:rsid w:val="00D831A3"/>
    <w:rsid w:val="00D92D8C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46F512"/>
  <w14:defaultImageDpi w14:val="32767"/>
  <w15:docId w15:val="{616099F9-2993-4A35-96DC-20E0049ED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Prace\_Rozpocty\Novostavba%20trati%20Praha-Sm&#237;chov%20-%20Beroun\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52940A24B4F41C6A5BFAF5C07708C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7B5489-DD0D-4EA5-A6D5-1B1F23ADEE81}"/>
      </w:docPartPr>
      <w:docPartBody>
        <w:p w:rsidR="004E58B8" w:rsidRDefault="00C3299B">
          <w:pPr>
            <w:pStyle w:val="452940A24B4F41C6A5BFAF5C07708C5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99B"/>
    <w:rsid w:val="004E58B8"/>
    <w:rsid w:val="00A70291"/>
    <w:rsid w:val="00C3299B"/>
    <w:rsid w:val="00DE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452940A24B4F41C6A5BFAF5C07708C51">
    <w:name w:val="452940A24B4F41C6A5BFAF5C07708C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45E6E7-23CF-4644-8EB1-3C8D0FB3A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KSP_R(R-F)_VZOR_220627</Template>
  <TotalTime>83</TotalTime>
  <Pages>6</Pages>
  <Words>1789</Words>
  <Characters>10560</Characters>
  <Application>Microsoft Office Word</Application>
  <DocSecurity>0</DocSecurity>
  <Lines>88</Lines>
  <Paragraphs>24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Janko Milan, Ing.</dc:creator>
  <cp:lastModifiedBy>Froněk Michal, Bc., MSc.</cp:lastModifiedBy>
  <cp:revision>7</cp:revision>
  <cp:lastPrinted>2019-03-13T10:28:00Z</cp:lastPrinted>
  <dcterms:created xsi:type="dcterms:W3CDTF">2022-11-22T05:51:00Z</dcterms:created>
  <dcterms:modified xsi:type="dcterms:W3CDTF">2022-12-02T09:38:00Z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